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F8" w:rsidRDefault="00282CF8" w:rsidP="00577A4C">
      <w:pPr>
        <w:jc w:val="right"/>
      </w:pPr>
      <w:r>
        <w:t>Zał. nr 6 do SIWZ</w:t>
      </w:r>
    </w:p>
    <w:p w:rsidR="00282CF8" w:rsidRDefault="00282CF8"/>
    <w:p w:rsidR="00282CF8" w:rsidRDefault="00282CF8"/>
    <w:p w:rsidR="00282CF8" w:rsidRDefault="00282CF8" w:rsidP="00577A4C">
      <w:pPr>
        <w:jc w:val="center"/>
        <w:rPr>
          <w:b/>
          <w:bCs/>
          <w:sz w:val="28"/>
          <w:szCs w:val="28"/>
        </w:rPr>
      </w:pPr>
    </w:p>
    <w:p w:rsidR="00282CF8" w:rsidRDefault="00282CF8" w:rsidP="00577A4C">
      <w:pPr>
        <w:jc w:val="center"/>
        <w:rPr>
          <w:b/>
          <w:bCs/>
          <w:sz w:val="28"/>
          <w:szCs w:val="28"/>
        </w:rPr>
      </w:pPr>
    </w:p>
    <w:p w:rsidR="00282CF8" w:rsidRPr="00EB39AA" w:rsidRDefault="00282CF8" w:rsidP="00577A4C">
      <w:pPr>
        <w:jc w:val="center"/>
        <w:rPr>
          <w:b/>
          <w:bCs/>
          <w:shadow/>
          <w:sz w:val="28"/>
          <w:szCs w:val="28"/>
        </w:rPr>
      </w:pPr>
      <w:r w:rsidRPr="00EB39AA">
        <w:rPr>
          <w:b/>
          <w:bCs/>
          <w:shadow/>
          <w:sz w:val="28"/>
          <w:szCs w:val="28"/>
        </w:rPr>
        <w:t>O  Ś  W  I  A  D  C  Z  E  N  I  E</w:t>
      </w:r>
    </w:p>
    <w:p w:rsidR="00282CF8" w:rsidRDefault="00282CF8" w:rsidP="00577A4C">
      <w:pPr>
        <w:jc w:val="both"/>
      </w:pPr>
    </w:p>
    <w:p w:rsidR="00282CF8" w:rsidRDefault="00282CF8" w:rsidP="00577A4C">
      <w:pPr>
        <w:spacing w:line="360" w:lineRule="auto"/>
        <w:jc w:val="both"/>
      </w:pPr>
    </w:p>
    <w:p w:rsidR="00282CF8" w:rsidRDefault="00282CF8" w:rsidP="00577A4C">
      <w:pPr>
        <w:spacing w:line="480" w:lineRule="auto"/>
        <w:jc w:val="both"/>
      </w:pPr>
    </w:p>
    <w:p w:rsidR="00282CF8" w:rsidRPr="00C82918" w:rsidRDefault="00282CF8" w:rsidP="00C82918">
      <w:pPr>
        <w:ind w:left="360"/>
        <w:jc w:val="both"/>
      </w:pPr>
      <w:r>
        <w:t xml:space="preserve">Oświadczam(y), iż osoby które będą uczestniczyć w wykonywaniu zamówienia wymienione w zał. Nr 4 do SIWZ do oferty posiadają wymagane uprawnienia oraz aktualny wpis do </w:t>
      </w:r>
      <w:r w:rsidRPr="00C82918">
        <w:t>właściwej izby samorządu zawodowego.</w:t>
      </w:r>
    </w:p>
    <w:p w:rsidR="00282CF8" w:rsidRDefault="00282CF8" w:rsidP="00577A4C">
      <w:pPr>
        <w:spacing w:line="480" w:lineRule="auto"/>
        <w:jc w:val="both"/>
      </w:pPr>
    </w:p>
    <w:p w:rsidR="00282CF8" w:rsidRDefault="00282CF8"/>
    <w:p w:rsidR="00282CF8" w:rsidRDefault="00282CF8"/>
    <w:p w:rsidR="00282CF8" w:rsidRDefault="00282CF8"/>
    <w:p w:rsidR="00282CF8" w:rsidRDefault="00282CF8"/>
    <w:p w:rsidR="00282CF8" w:rsidRDefault="00282CF8"/>
    <w:p w:rsidR="00282CF8" w:rsidRDefault="00282CF8"/>
    <w:p w:rsidR="00282CF8" w:rsidRDefault="00282CF8"/>
    <w:p w:rsidR="00282CF8" w:rsidRDefault="00282CF8">
      <w:r>
        <w:t>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:rsidR="00282CF8" w:rsidRPr="00D64BCD" w:rsidRDefault="00282CF8" w:rsidP="00ED333C">
      <w:pPr>
        <w:rPr>
          <w:sz w:val="16"/>
          <w:szCs w:val="16"/>
        </w:rPr>
      </w:pPr>
      <w:r>
        <w:t>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rPr>
          <w:sz w:val="16"/>
          <w:szCs w:val="16"/>
        </w:rPr>
        <w:t xml:space="preserve"> podpis/y osoby/osób +  </w:t>
      </w:r>
      <w:r w:rsidRPr="00D64BCD">
        <w:rPr>
          <w:sz w:val="16"/>
          <w:szCs w:val="16"/>
        </w:rPr>
        <w:t>pieczęć</w:t>
      </w:r>
    </w:p>
    <w:p w:rsidR="00282CF8" w:rsidRDefault="00282CF8"/>
    <w:p w:rsidR="00282CF8" w:rsidRDefault="00282CF8"/>
    <w:sectPr w:rsidR="00282CF8" w:rsidSect="001E29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CF8" w:rsidRDefault="00282CF8">
      <w:r>
        <w:separator/>
      </w:r>
    </w:p>
  </w:endnote>
  <w:endnote w:type="continuationSeparator" w:id="1">
    <w:p w:rsidR="00282CF8" w:rsidRDefault="0028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CF8" w:rsidRDefault="00282CF8">
      <w:r>
        <w:separator/>
      </w:r>
    </w:p>
  </w:footnote>
  <w:footnote w:type="continuationSeparator" w:id="1">
    <w:p w:rsidR="00282CF8" w:rsidRDefault="00282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CF8" w:rsidRDefault="00282CF8" w:rsidP="002941AB">
    <w:r>
      <w:t>Nr sprawy: ZP.341-7/10</w:t>
    </w:r>
  </w:p>
  <w:p w:rsidR="00282CF8" w:rsidRDefault="00282C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A4C"/>
    <w:rsid w:val="000C1A02"/>
    <w:rsid w:val="001D533B"/>
    <w:rsid w:val="001E29FC"/>
    <w:rsid w:val="00282CF8"/>
    <w:rsid w:val="002941AB"/>
    <w:rsid w:val="002B25DC"/>
    <w:rsid w:val="00577A4C"/>
    <w:rsid w:val="005F1A84"/>
    <w:rsid w:val="006638D8"/>
    <w:rsid w:val="00710B03"/>
    <w:rsid w:val="007E2BCB"/>
    <w:rsid w:val="00A07A8F"/>
    <w:rsid w:val="00AB1279"/>
    <w:rsid w:val="00C82918"/>
    <w:rsid w:val="00D64BCD"/>
    <w:rsid w:val="00EB39AA"/>
    <w:rsid w:val="00ED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A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41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7A8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941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7A8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53</Words>
  <Characters>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</dc:creator>
  <cp:keywords/>
  <dc:description/>
  <cp:lastModifiedBy>jpawelczyk</cp:lastModifiedBy>
  <cp:revision>3</cp:revision>
  <cp:lastPrinted>2010-03-05T08:58:00Z</cp:lastPrinted>
  <dcterms:created xsi:type="dcterms:W3CDTF">2010-03-10T10:10:00Z</dcterms:created>
  <dcterms:modified xsi:type="dcterms:W3CDTF">2010-03-10T11:06:00Z</dcterms:modified>
</cp:coreProperties>
</file>